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7C23E3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7C23E3" w:rsidP="007C23E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64BB"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7C23E3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7C23E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64BB">
              <w:rPr>
                <w:rFonts w:ascii="Arial" w:hAnsi="Arial" w:cs="Arial"/>
                <w:noProof/>
                <w:sz w:val="18"/>
                <w:szCs w:val="18"/>
              </w:rPr>
              <w:t>Wednesday, 15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7C23E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7264BB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Admitted with right hand numbness, apraxia and reduces grip strength. NIHSS of 1. CT head nil acute –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thrombolysed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12/07/2020 @09:58. Repeat CT head showed evolving infarct in the left posterior parietal lobe.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264BB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264BB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264BB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264BB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264BB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264BB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264BB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264BB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264B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264B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264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264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264B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264B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264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264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C8F18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7264B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677E8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7264B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6E93F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99C6A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FE78F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95093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264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7264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264BB">
              <w:rPr>
                <w:rFonts w:ascii="Arial" w:hAnsi="Arial"/>
                <w:bCs/>
                <w:sz w:val="18"/>
                <w:szCs w:val="18"/>
              </w:rPr>
              <w:t>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7264BB">
              <w:rPr>
                <w:rFonts w:ascii="Arial" w:hAnsi="Arial"/>
                <w:bCs/>
                <w:sz w:val="18"/>
                <w:szCs w:val="18"/>
              </w:rPr>
              <w:t xml:space="preserve"> Normal subclavian flow. No thickening of the intima-media layer.</w:t>
            </w:r>
          </w:p>
          <w:p w:rsidR="007264BB" w:rsidRPr="00BE67C6" w:rsidRDefault="007264BB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7264BB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4BB" w:rsidRDefault="007264BB">
      <w:r>
        <w:separator/>
      </w:r>
    </w:p>
  </w:endnote>
  <w:endnote w:type="continuationSeparator" w:id="0">
    <w:p w:rsidR="007264BB" w:rsidRDefault="00726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4BB" w:rsidRDefault="007264BB">
      <w:r>
        <w:separator/>
      </w:r>
    </w:p>
  </w:footnote>
  <w:footnote w:type="continuationSeparator" w:id="0">
    <w:p w:rsidR="007264BB" w:rsidRDefault="00726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7264B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BB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64BB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C23E3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F05F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120</Words>
  <Characters>877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2020-08-07T09:17:00Z</dcterms:created>
  <dcterms:modified xsi:type="dcterms:W3CDTF">2020-08-07T09:17:00Z</dcterms:modified>
</cp:coreProperties>
</file>